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5036" w:rsidRDefault="00E35036" w:rsidP="00D4321F">
      <w:pPr>
        <w:pStyle w:val="Nagwek4"/>
        <w:spacing w:line="240" w:lineRule="auto"/>
        <w:rPr>
          <w:bCs/>
          <w:i w:val="0"/>
          <w:szCs w:val="24"/>
        </w:rPr>
      </w:pPr>
      <w:r>
        <w:rPr>
          <w:bCs/>
          <w:i w:val="0"/>
          <w:szCs w:val="24"/>
        </w:rPr>
        <w:t>Znak sprawy : K-2.381/28/BIP/2025</w:t>
      </w:r>
    </w:p>
    <w:p w:rsidR="005103B9" w:rsidRPr="00BC141D" w:rsidRDefault="006676AE" w:rsidP="00D4321F">
      <w:pPr>
        <w:pStyle w:val="Nagwek4"/>
        <w:spacing w:line="240" w:lineRule="auto"/>
        <w:rPr>
          <w:bCs/>
          <w:i w:val="0"/>
          <w:szCs w:val="24"/>
        </w:rPr>
      </w:pPr>
      <w:r w:rsidRPr="00BC141D">
        <w:rPr>
          <w:bCs/>
          <w:i w:val="0"/>
          <w:szCs w:val="24"/>
        </w:rPr>
        <w:t xml:space="preserve">Załącznik </w:t>
      </w:r>
      <w:r w:rsidR="00E35036">
        <w:rPr>
          <w:bCs/>
          <w:i w:val="0"/>
          <w:szCs w:val="24"/>
        </w:rPr>
        <w:t>14</w:t>
      </w:r>
      <w:r w:rsidR="00B36ABD" w:rsidRPr="00BC141D">
        <w:rPr>
          <w:bCs/>
          <w:i w:val="0"/>
          <w:szCs w:val="24"/>
        </w:rPr>
        <w:t xml:space="preserve"> do </w:t>
      </w:r>
      <w:r w:rsidR="00E35036">
        <w:rPr>
          <w:bCs/>
          <w:i w:val="0"/>
          <w:szCs w:val="24"/>
        </w:rPr>
        <w:t>ogłoszenia</w:t>
      </w:r>
    </w:p>
    <w:p w:rsidR="00D4321F" w:rsidRDefault="00D4321F" w:rsidP="006C4CCD">
      <w:pPr>
        <w:spacing w:after="0" w:line="360" w:lineRule="auto"/>
        <w:ind w:left="4111"/>
        <w:rPr>
          <w:rFonts w:ascii="Times New Roman" w:hAnsi="Times New Roman"/>
          <w:b/>
          <w:sz w:val="24"/>
          <w:szCs w:val="24"/>
        </w:rPr>
      </w:pPr>
    </w:p>
    <w:p w:rsidR="00C4103F" w:rsidRPr="00BC141D" w:rsidRDefault="007118F0" w:rsidP="006C4CCD">
      <w:pPr>
        <w:spacing w:after="0" w:line="360" w:lineRule="auto"/>
        <w:ind w:left="4111"/>
        <w:rPr>
          <w:rFonts w:ascii="Times New Roman" w:hAnsi="Times New Roman"/>
          <w:b/>
          <w:sz w:val="24"/>
          <w:szCs w:val="24"/>
        </w:rPr>
      </w:pPr>
      <w:r w:rsidRPr="00BC141D">
        <w:rPr>
          <w:rFonts w:ascii="Times New Roman" w:hAnsi="Times New Roman"/>
          <w:b/>
          <w:sz w:val="24"/>
          <w:szCs w:val="24"/>
        </w:rPr>
        <w:t>Zamawiający</w:t>
      </w:r>
      <w:r w:rsidR="007936D6" w:rsidRPr="00BC141D">
        <w:rPr>
          <w:rFonts w:ascii="Times New Roman" w:hAnsi="Times New Roman"/>
          <w:b/>
          <w:sz w:val="24"/>
          <w:szCs w:val="24"/>
        </w:rPr>
        <w:t>:</w:t>
      </w:r>
    </w:p>
    <w:p w:rsidR="006676AE" w:rsidRPr="00BC141D" w:rsidRDefault="008A34A4" w:rsidP="00E35036">
      <w:pPr>
        <w:pStyle w:val="Tekstpodstawowy"/>
        <w:spacing w:before="90" w:after="60" w:line="265" w:lineRule="exact"/>
        <w:ind w:left="4111"/>
      </w:pPr>
      <w:r w:rsidRPr="00BC141D">
        <w:t xml:space="preserve">Akademia Kultury Fizycznej  </w:t>
      </w:r>
      <w:r w:rsidR="00BC141D">
        <w:br/>
      </w:r>
      <w:r w:rsidRPr="00BC141D">
        <w:t>im Bronisława Czecha</w:t>
      </w:r>
    </w:p>
    <w:p w:rsidR="006676AE" w:rsidRPr="00BC141D" w:rsidRDefault="008A34A4" w:rsidP="00E35036">
      <w:pPr>
        <w:pStyle w:val="Tekstpodstawowy"/>
        <w:spacing w:before="90" w:after="60" w:line="265" w:lineRule="exact"/>
        <w:ind w:left="4111"/>
      </w:pPr>
      <w:r w:rsidRPr="00BC141D">
        <w:t>al. Jana Pawła II</w:t>
      </w:r>
      <w:r w:rsidR="006676AE" w:rsidRPr="00BC141D">
        <w:t xml:space="preserve"> </w:t>
      </w:r>
      <w:r w:rsidRPr="00BC141D">
        <w:t>78</w:t>
      </w:r>
      <w:r w:rsidR="006676AE" w:rsidRPr="00BC141D">
        <w:t xml:space="preserve"> </w:t>
      </w:r>
    </w:p>
    <w:p w:rsidR="00C4103F" w:rsidRDefault="008A34A4" w:rsidP="00E35036">
      <w:pPr>
        <w:pStyle w:val="Tekstpodstawowy"/>
        <w:spacing w:before="90" w:after="60" w:line="265" w:lineRule="exact"/>
        <w:ind w:left="4111"/>
      </w:pPr>
      <w:r w:rsidRPr="00BC141D">
        <w:t>31-571</w:t>
      </w:r>
      <w:r w:rsidR="006676AE" w:rsidRPr="00BC141D">
        <w:t xml:space="preserve"> </w:t>
      </w:r>
      <w:r w:rsidRPr="00BC141D">
        <w:t>Kraków</w:t>
      </w:r>
      <w:bookmarkStart w:id="0" w:name="_GoBack"/>
      <w:bookmarkEnd w:id="0"/>
    </w:p>
    <w:p w:rsidR="00E35036" w:rsidRPr="00E35036" w:rsidRDefault="00E35036" w:rsidP="00E35036">
      <w:pPr>
        <w:pStyle w:val="Tekstpodstawowy"/>
        <w:spacing w:before="90" w:after="60" w:line="265" w:lineRule="exact"/>
        <w:ind w:left="4111"/>
      </w:pPr>
    </w:p>
    <w:tbl>
      <w:tblPr>
        <w:tblW w:w="9104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  <w:gridCol w:w="32"/>
      </w:tblGrid>
      <w:tr w:rsidR="006F0A84" w:rsidRPr="00BC141D" w:rsidTr="005B6712">
        <w:trPr>
          <w:gridAfter w:val="1"/>
          <w:wAfter w:w="32" w:type="dxa"/>
        </w:trPr>
        <w:tc>
          <w:tcPr>
            <w:tcW w:w="2800" w:type="dxa"/>
            <w:shd w:val="clear" w:color="auto" w:fill="auto"/>
          </w:tcPr>
          <w:p w:rsidR="006F0A84" w:rsidRPr="00BC141D" w:rsidRDefault="006F0A84" w:rsidP="0025264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C141D">
              <w:rPr>
                <w:rFonts w:ascii="Times New Roman" w:hAnsi="Times New Roman"/>
                <w:b/>
                <w:sz w:val="24"/>
                <w:szCs w:val="24"/>
              </w:rPr>
              <w:t>Podmiot</w:t>
            </w:r>
            <w:r w:rsidRPr="00BC141D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:rsidR="006F0A84" w:rsidRPr="00BC141D" w:rsidRDefault="006F0A84" w:rsidP="002526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  <w:p w:rsidR="006F0A84" w:rsidRPr="00BC141D" w:rsidRDefault="006F0A84" w:rsidP="002526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pl-PL"/>
              </w:rPr>
            </w:pPr>
            <w:r w:rsidRPr="00BC141D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</w:t>
            </w:r>
            <w:r w:rsidR="006C4CCD" w:rsidRPr="00BC141D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pl-PL"/>
              </w:rPr>
              <w:t>……...</w:t>
            </w:r>
            <w:r w:rsidRPr="00BC141D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pl-PL"/>
              </w:rPr>
              <w:t>…..</w:t>
            </w:r>
          </w:p>
          <w:p w:rsidR="006F0A84" w:rsidRPr="00BC141D" w:rsidRDefault="006F0A84" w:rsidP="00252642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C141D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[nazwa, adres,</w:t>
            </w:r>
            <w:r w:rsidRPr="00BC14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BC141D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w zależności od podmiotu: NIP/PESEL, KRS/CEiDG]</w:t>
            </w:r>
          </w:p>
        </w:tc>
      </w:tr>
      <w:tr w:rsidR="006F0A84" w:rsidRPr="00BC141D" w:rsidTr="005B6712">
        <w:trPr>
          <w:gridAfter w:val="1"/>
          <w:wAfter w:w="32" w:type="dxa"/>
        </w:trPr>
        <w:tc>
          <w:tcPr>
            <w:tcW w:w="2800" w:type="dxa"/>
            <w:shd w:val="clear" w:color="auto" w:fill="auto"/>
          </w:tcPr>
          <w:p w:rsidR="006F0A84" w:rsidRPr="00BC141D" w:rsidRDefault="006F0A84" w:rsidP="0025264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C141D">
              <w:rPr>
                <w:rFonts w:ascii="Times New Roman" w:hAnsi="Times New Roman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:rsidR="006F0A84" w:rsidRPr="00BC141D" w:rsidRDefault="006F0A84" w:rsidP="002526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</w:p>
          <w:p w:rsidR="006F0A84" w:rsidRPr="00BC141D" w:rsidRDefault="006F0A84" w:rsidP="002526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pl-PL"/>
              </w:rPr>
            </w:pPr>
            <w:r w:rsidRPr="00BC141D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</w:t>
            </w:r>
            <w:r w:rsidR="006C4CCD" w:rsidRPr="00BC141D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pl-PL"/>
              </w:rPr>
              <w:t>……...</w:t>
            </w:r>
            <w:r w:rsidRPr="00BC141D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pl-PL"/>
              </w:rPr>
              <w:t>…..</w:t>
            </w:r>
          </w:p>
          <w:p w:rsidR="006F0A84" w:rsidRPr="00BC141D" w:rsidRDefault="006F0A84" w:rsidP="00252642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Times New Roman" w:hAnsi="Times New Roman"/>
                <w:iCs/>
                <w:sz w:val="24"/>
                <w:szCs w:val="24"/>
              </w:rPr>
            </w:pPr>
            <w:r w:rsidRPr="00BC141D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[</w:t>
            </w:r>
            <w:r w:rsidRPr="00BC141D">
              <w:rPr>
                <w:rFonts w:ascii="Times New Roman" w:hAnsi="Times New Roman"/>
                <w:iCs/>
                <w:sz w:val="24"/>
                <w:szCs w:val="24"/>
              </w:rPr>
              <w:t>imię, nazwisko, stanowisko/podstawa do reprezentacji</w:t>
            </w:r>
            <w:r w:rsidRPr="00BC141D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]</w:t>
            </w:r>
          </w:p>
        </w:tc>
      </w:tr>
      <w:tr w:rsidR="008A34A4" w:rsidRPr="00BC141D" w:rsidTr="005B67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104" w:type="dxa"/>
            <w:gridSpan w:val="3"/>
            <w:shd w:val="clear" w:color="auto" w:fill="D9D9D9"/>
          </w:tcPr>
          <w:p w:rsidR="008A34A4" w:rsidRPr="00BC141D" w:rsidRDefault="008A34A4" w:rsidP="00F36A90">
            <w:pPr>
              <w:spacing w:before="240" w:after="12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141D">
              <w:rPr>
                <w:rFonts w:ascii="Times New Roman" w:hAnsi="Times New Roman"/>
                <w:b/>
                <w:sz w:val="24"/>
                <w:szCs w:val="24"/>
              </w:rPr>
              <w:t>OŚWIADCZENIE PODMIOTU UDOSTĘPNIAJĄCEGO ZASOBY</w:t>
            </w:r>
          </w:p>
          <w:p w:rsidR="008A34A4" w:rsidRPr="00BC141D" w:rsidRDefault="008A34A4" w:rsidP="00F36A90">
            <w:pPr>
              <w:spacing w:line="276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C141D">
              <w:rPr>
                <w:rFonts w:ascii="Times New Roman" w:hAnsi="Times New Roman"/>
                <w:color w:val="0070C0"/>
                <w:sz w:val="24"/>
                <w:szCs w:val="24"/>
                <w:u w:val="single"/>
              </w:rPr>
              <w:t>Uwaga</w:t>
            </w:r>
            <w:r w:rsidRPr="00BC141D">
              <w:rPr>
                <w:rFonts w:ascii="Times New Roman" w:hAnsi="Times New Roman"/>
                <w:i/>
                <w:iCs/>
                <w:color w:val="0070C0"/>
                <w:sz w:val="24"/>
                <w:szCs w:val="24"/>
              </w:rPr>
              <w:t>: Niniejsze oświadczenie wypełnia podmiot trzeci w przypadku, gdy wykonawca polega na zdolnościach technicznych lub zawodowych lub sytuacji finansowej lub ekonomicznej podmiotów udostępniających zasoby w celu potwierdzenia spełniania warunków udziału w postępowaniu</w:t>
            </w:r>
            <w:r w:rsidRPr="00BC141D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</w:tc>
      </w:tr>
    </w:tbl>
    <w:p w:rsidR="00766D1F" w:rsidRPr="00BC141D" w:rsidRDefault="001F027E" w:rsidP="005B6712">
      <w:pPr>
        <w:spacing w:before="240"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BC141D">
        <w:rPr>
          <w:rFonts w:ascii="Times New Roman" w:hAnsi="Times New Roman"/>
          <w:sz w:val="24"/>
          <w:szCs w:val="24"/>
        </w:rPr>
        <w:t>Na potrzeby postę</w:t>
      </w:r>
      <w:r w:rsidR="008D0487" w:rsidRPr="00BC141D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BC141D">
        <w:rPr>
          <w:rFonts w:ascii="Times New Roman" w:hAnsi="Times New Roman"/>
          <w:sz w:val="24"/>
          <w:szCs w:val="24"/>
        </w:rPr>
        <w:t>zamówienia publiczn</w:t>
      </w:r>
      <w:r w:rsidR="00FB403C" w:rsidRPr="00BC141D">
        <w:rPr>
          <w:rFonts w:ascii="Times New Roman" w:hAnsi="Times New Roman"/>
          <w:sz w:val="24"/>
          <w:szCs w:val="24"/>
        </w:rPr>
        <w:t>ego:</w:t>
      </w:r>
    </w:p>
    <w:tbl>
      <w:tblPr>
        <w:tblW w:w="9104" w:type="dxa"/>
        <w:tblInd w:w="108" w:type="dxa"/>
        <w:tblLook w:val="04A0" w:firstRow="1" w:lastRow="0" w:firstColumn="1" w:lastColumn="0" w:noHBand="0" w:noVBand="1"/>
      </w:tblPr>
      <w:tblGrid>
        <w:gridCol w:w="2127"/>
        <w:gridCol w:w="6803"/>
        <w:gridCol w:w="174"/>
      </w:tblGrid>
      <w:tr w:rsidR="00FB403C" w:rsidRPr="00BC141D" w:rsidTr="00D4321F">
        <w:trPr>
          <w:gridAfter w:val="1"/>
          <w:wAfter w:w="174" w:type="dxa"/>
        </w:trPr>
        <w:tc>
          <w:tcPr>
            <w:tcW w:w="2127" w:type="dxa"/>
            <w:shd w:val="clear" w:color="auto" w:fill="auto"/>
          </w:tcPr>
          <w:p w:rsidR="00FB403C" w:rsidRPr="00BC141D" w:rsidRDefault="00FB403C" w:rsidP="0025264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C14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:rsidR="00FB403C" w:rsidRPr="005B6712" w:rsidRDefault="00004F3F" w:rsidP="0025264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5B6712">
              <w:rPr>
                <w:rFonts w:ascii="Times New Roman" w:hAnsi="Times New Roman"/>
                <w:b/>
                <w:sz w:val="24"/>
                <w:szCs w:val="24"/>
              </w:rPr>
              <w:t>Przeprowadzenie kursu pod nazwą: „Warsztaty praktyczne zabiegi i rytuały spa” dla studentów Akademii Kultury</w:t>
            </w:r>
            <w:r w:rsidR="00E3503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B6712">
              <w:rPr>
                <w:rFonts w:ascii="Times New Roman" w:hAnsi="Times New Roman"/>
                <w:b/>
                <w:sz w:val="24"/>
                <w:szCs w:val="24"/>
              </w:rPr>
              <w:t>Fizycznej w Krakowie</w:t>
            </w:r>
          </w:p>
        </w:tc>
      </w:tr>
      <w:tr w:rsidR="008A34A4" w:rsidRPr="00BC141D" w:rsidTr="00D4321F">
        <w:trPr>
          <w:gridAfter w:val="1"/>
          <w:wAfter w:w="174" w:type="dxa"/>
        </w:trPr>
        <w:tc>
          <w:tcPr>
            <w:tcW w:w="2127" w:type="dxa"/>
            <w:shd w:val="clear" w:color="auto" w:fill="auto"/>
          </w:tcPr>
          <w:p w:rsidR="008A34A4" w:rsidRPr="00BC141D" w:rsidRDefault="008A34A4" w:rsidP="00F36A90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C141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:rsidR="008A34A4" w:rsidRPr="00BC141D" w:rsidRDefault="008A34A4" w:rsidP="00F36A90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BC141D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K-2.381/</w:t>
            </w:r>
            <w:r w:rsidR="005B6712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28</w:t>
            </w:r>
            <w:r w:rsidRPr="00BC141D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/</w:t>
            </w:r>
            <w:r w:rsidR="005B6712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BIP/</w:t>
            </w:r>
            <w:r w:rsidRPr="00BC141D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>2025</w:t>
            </w:r>
          </w:p>
        </w:tc>
      </w:tr>
      <w:tr w:rsidR="0011306C" w:rsidRPr="00BC141D" w:rsidTr="00D4321F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104" w:type="dxa"/>
            <w:gridSpan w:val="3"/>
            <w:shd w:val="clear" w:color="auto" w:fill="D9D9D9"/>
          </w:tcPr>
          <w:p w:rsidR="0011306C" w:rsidRPr="00BC141D" w:rsidRDefault="0011306C" w:rsidP="00CD4DD1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C141D">
              <w:rPr>
                <w:rFonts w:ascii="Times New Roman" w:hAnsi="Times New Roman"/>
                <w:b/>
                <w:sz w:val="24"/>
                <w:szCs w:val="24"/>
              </w:rPr>
              <w:t xml:space="preserve">OŚWIADCZENIA DOTYCZĄCE </w:t>
            </w:r>
            <w:r w:rsidR="00AC5247" w:rsidRPr="00BC141D">
              <w:rPr>
                <w:rFonts w:ascii="Times New Roman" w:hAnsi="Times New Roman"/>
                <w:b/>
                <w:sz w:val="24"/>
                <w:szCs w:val="24"/>
              </w:rPr>
              <w:t>WARUNKÓW UDZIAŁU W POSTĘPOWANIU</w:t>
            </w:r>
          </w:p>
        </w:tc>
      </w:tr>
    </w:tbl>
    <w:p w:rsidR="00D2702A" w:rsidRPr="00BC141D" w:rsidRDefault="004F23F7" w:rsidP="00FB403C">
      <w:pPr>
        <w:spacing w:before="240"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BC141D">
        <w:rPr>
          <w:rFonts w:ascii="Times New Roman" w:hAnsi="Times New Roman"/>
          <w:sz w:val="24"/>
          <w:szCs w:val="24"/>
        </w:rPr>
        <w:t>Oświadczam,</w:t>
      </w:r>
      <w:r w:rsidR="00313417" w:rsidRPr="00BC141D">
        <w:rPr>
          <w:rFonts w:ascii="Times New Roman" w:hAnsi="Times New Roman"/>
          <w:sz w:val="24"/>
          <w:szCs w:val="24"/>
        </w:rPr>
        <w:t xml:space="preserve"> że spełniam</w:t>
      </w:r>
      <w:r w:rsidR="004541F9" w:rsidRPr="00BC141D">
        <w:rPr>
          <w:rFonts w:ascii="Times New Roman" w:hAnsi="Times New Roman"/>
          <w:sz w:val="24"/>
          <w:szCs w:val="24"/>
        </w:rPr>
        <w:t>, określone przez Zamawiającego,</w:t>
      </w:r>
      <w:r w:rsidR="00313417" w:rsidRPr="00BC141D">
        <w:rPr>
          <w:rFonts w:ascii="Times New Roman" w:hAnsi="Times New Roman"/>
          <w:sz w:val="24"/>
          <w:szCs w:val="24"/>
        </w:rPr>
        <w:t xml:space="preserve"> warunki udziału </w:t>
      </w:r>
      <w:r w:rsidR="004541F9" w:rsidRPr="00BC141D">
        <w:rPr>
          <w:rFonts w:ascii="Times New Roman" w:hAnsi="Times New Roman"/>
          <w:sz w:val="24"/>
          <w:szCs w:val="24"/>
        </w:rPr>
        <w:t>w</w:t>
      </w:r>
      <w:r w:rsidR="00E35036">
        <w:rPr>
          <w:rFonts w:ascii="Times New Roman" w:hAnsi="Times New Roman"/>
          <w:sz w:val="24"/>
          <w:szCs w:val="24"/>
        </w:rPr>
        <w:t xml:space="preserve"> </w:t>
      </w:r>
      <w:r w:rsidR="004541F9" w:rsidRPr="00BC141D">
        <w:rPr>
          <w:rFonts w:ascii="Times New Roman" w:hAnsi="Times New Roman"/>
          <w:sz w:val="24"/>
          <w:szCs w:val="24"/>
        </w:rPr>
        <w:t>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BC141D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02A" w:rsidRPr="00BC141D" w:rsidRDefault="00D2702A" w:rsidP="00D2702A">
            <w:pPr>
              <w:spacing w:before="6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141D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02A" w:rsidRPr="00BC141D" w:rsidRDefault="00D2702A" w:rsidP="00D2702A">
            <w:pPr>
              <w:spacing w:before="60" w:after="120"/>
              <w:rPr>
                <w:rFonts w:ascii="Times New Roman" w:hAnsi="Times New Roman"/>
                <w:sz w:val="24"/>
                <w:szCs w:val="24"/>
              </w:rPr>
            </w:pPr>
            <w:r w:rsidRPr="00BC141D">
              <w:rPr>
                <w:rFonts w:ascii="Times New Roman" w:hAnsi="Times New Roman"/>
                <w:b/>
                <w:sz w:val="24"/>
                <w:szCs w:val="24"/>
              </w:rPr>
              <w:t>Warunki udziału w postępowaniu</w:t>
            </w:r>
          </w:p>
        </w:tc>
      </w:tr>
      <w:tr w:rsidR="008A34A4" w:rsidRPr="00BC141D" w:rsidTr="00F36A9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4A4" w:rsidRPr="00BC141D" w:rsidRDefault="008A34A4" w:rsidP="00F36A90">
            <w:pPr>
              <w:spacing w:before="6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4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12" w:rsidRDefault="005B6712" w:rsidP="005B6712">
            <w:pPr>
              <w:spacing w:before="90" w:after="60" w:line="265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Doświadczenie wykonawcy</w:t>
            </w:r>
          </w:p>
          <w:p w:rsidR="005B6712" w:rsidRDefault="005B6712" w:rsidP="005B6712">
            <w:pPr>
              <w:pStyle w:val="Akapitzlist"/>
              <w:spacing w:before="90" w:after="60" w:line="265" w:lineRule="exact"/>
              <w:ind w:left="0"/>
              <w:jc w:val="both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pl-PL"/>
              </w:rPr>
              <w:t xml:space="preserve">Wykonawca musi wykazać, że wykonał należycie w okresie ostatnich 3 lat przed upływem terminu składania ofert, a jeżeli okres prowadzenia działalności jest krótszy – w tym okresie, co najmniej dwie usługi polegające na przeprowadzeniu kursów z zakresu masażu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pl-PL"/>
              </w:rPr>
              <w:t>kobido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pl-PL"/>
              </w:rPr>
              <w:t xml:space="preserve"> i co najmniej dwie usługi polegające na przeprowadzeniu kursów z zakresu masażu gorącymi kamieniami. Łączny wymiar przeprowadzonych szkoleń nie może być niższy niż 100 godzin. </w:t>
            </w:r>
          </w:p>
          <w:p w:rsidR="008A34A4" w:rsidRPr="00BC141D" w:rsidRDefault="005B6712" w:rsidP="005B6712">
            <w:pPr>
              <w:spacing w:before="90" w:after="60" w:line="265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  <w:lastRenderedPageBreak/>
              <w:t>Ocena spełnienia w/w. wymogu będzie dokonana na podstawie wykazu usług (</w:t>
            </w: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pl-PL"/>
              </w:rPr>
              <w:t>zał. 5 do ogłoszenia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pl-PL"/>
              </w:rPr>
              <w:t>) wraz z podaniem ich tematu, wymiaru godzinowego,  daty i miejsca wykonania oraz z załączeniem referencji poświadczających, że szkolenia te zostały przeprowadzone w sposób należyty. Ocena spełnienie w/w wymogu będzie dokonana na zasadzie spełnia/ nie spełnia</w:t>
            </w:r>
          </w:p>
        </w:tc>
      </w:tr>
      <w:tr w:rsidR="008A34A4" w:rsidRPr="00BC141D" w:rsidTr="00F36A9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4A4" w:rsidRPr="00BC141D" w:rsidRDefault="008A34A4" w:rsidP="00F36A90">
            <w:pPr>
              <w:spacing w:before="6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41D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12" w:rsidRDefault="005B6712" w:rsidP="005B6712">
            <w:pPr>
              <w:pStyle w:val="Akapitzlist"/>
              <w:spacing w:before="90" w:after="60" w:line="265" w:lineRule="exact"/>
              <w:ind w:left="175" w:hanging="141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pl-PL"/>
              </w:rPr>
              <w:t xml:space="preserve">Zamawiający wymaga, by Wykonawca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wykazał, że dysponuje osobami zdolnymi do wykonania zamówienia tj.:</w:t>
            </w:r>
          </w:p>
          <w:p w:rsidR="005B6712" w:rsidRDefault="005B6712" w:rsidP="005B6712">
            <w:pPr>
              <w:pStyle w:val="Akapitzlist"/>
              <w:tabs>
                <w:tab w:val="left" w:pos="567"/>
              </w:tabs>
              <w:spacing w:before="90" w:after="60" w:line="265" w:lineRule="exact"/>
              <w:ind w:lef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Co najmniej 1 osobą posiadającą wykształcenie wyższe związane z fizjoterapią lub kosmetologią, na poziomie minimum magisterskim, udokumentowane dyplomem ukończenia uczelni wyższej oraz posiadającą ukończone kursy z zakresu masażu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kobido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i masażu gorącymi kamieniami lub zaliczenia z przedmiotów : masaż gorącymi kamieniami i masaż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kobido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jeśli takowe realizowane były w toku studiów, która w ostatnich 3 latach przed upływem terminu składania ofert zrealizowała co najmniej 2 szkolenia z zakresu masażu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kobido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i co najmniej 2 szkolenia z zakresu masażu gorącymi kamieniami dla co najmniej 5 osobowej zorganizowanej grupy uczestników każde.  </w:t>
            </w:r>
          </w:p>
          <w:p w:rsidR="005B6712" w:rsidRDefault="005B6712" w:rsidP="005B6712">
            <w:pPr>
              <w:pStyle w:val="Akapitzlist"/>
              <w:tabs>
                <w:tab w:val="left" w:pos="567"/>
              </w:tabs>
              <w:spacing w:before="90" w:after="60" w:line="265" w:lineRule="exact"/>
              <w:ind w:lef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Zamawiający nie uzna warunku za spełniony w przypadku wskazania w wykazie osób doświadczenia prowadzonego szkolenie, polegającego na przeszkoleniu jednej indywidualnej osoby. </w:t>
            </w:r>
          </w:p>
          <w:p w:rsidR="005B6712" w:rsidRDefault="005B6712" w:rsidP="005B6712">
            <w:pPr>
              <w:pStyle w:val="Akapitzlist"/>
              <w:tabs>
                <w:tab w:val="left" w:pos="567"/>
              </w:tabs>
              <w:spacing w:before="90" w:after="60" w:line="265" w:lineRule="exact"/>
              <w:ind w:left="3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Ocena spełnienia w/w. wymogu będzie dokonana na podstawie wykazu osób (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pl-PL"/>
              </w:rPr>
              <w:t>zał. 6 do głoszenia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).</w:t>
            </w:r>
          </w:p>
          <w:p w:rsidR="008A34A4" w:rsidRPr="00BC141D" w:rsidRDefault="005B6712" w:rsidP="005B6712">
            <w:pPr>
              <w:spacing w:before="90" w:after="60" w:line="265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Wykonawca ma obowiązek dołączyć do oferty kserokopie dyplomów osób wskazanych do realizacji zamówienia, potwierdzających ukończenie uczelni wyższej na kierunku związanym z fizjoterapią lub kosmetologią, kserokopii potwierdzających ukończenie kursów z zakresu masażu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kobido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i masażu gorącymi kamieniami oraz dokumentów potwierdzających przeprowadzenie co najmniej dwóch szkoleń z zakresu masażu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kobido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oraz co najmniej dwóch szkoleń z zakresu masażu gorącymi kamieniami.  W przypadku ukończenia przedmiotów masażu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kobido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i gorącymi kamieniami w toku studiów, potwierdzeniem spełniania warunku będzie kopia sylabusa. </w:t>
            </w:r>
          </w:p>
        </w:tc>
      </w:tr>
      <w:tr w:rsidR="008A34A4" w:rsidRPr="00BC141D" w:rsidTr="00F36A9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4A4" w:rsidRPr="00BC141D" w:rsidRDefault="008A34A4" w:rsidP="00F36A90">
            <w:pPr>
              <w:spacing w:before="6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41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4A4" w:rsidRPr="00BC141D" w:rsidRDefault="008A34A4" w:rsidP="005B6712">
            <w:pPr>
              <w:spacing w:before="90" w:after="60" w:line="265" w:lineRule="exac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141D">
              <w:rPr>
                <w:rFonts w:ascii="Times New Roman" w:hAnsi="Times New Roman"/>
                <w:b/>
                <w:bCs/>
                <w:sz w:val="24"/>
                <w:szCs w:val="24"/>
              </w:rPr>
              <w:t>Zdolność do występowania w obrocie gospodarczym</w:t>
            </w:r>
          </w:p>
          <w:p w:rsidR="008A34A4" w:rsidRPr="00BC141D" w:rsidRDefault="008A34A4" w:rsidP="005B6712">
            <w:pPr>
              <w:spacing w:before="90" w:after="60" w:line="265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41D">
              <w:rPr>
                <w:rFonts w:ascii="Times New Roman" w:hAnsi="Times New Roman"/>
                <w:sz w:val="24"/>
                <w:szCs w:val="24"/>
              </w:rPr>
              <w:t>O udzielenie zamówienia publicznego mogą ubiegać się wykonawcy, którzy spełniają warunki, dotyczące posiadania zdolności do występowania w obrocie gospodarczym. Zamawiający nie wyznacza warunku w tym zakresie.</w:t>
            </w:r>
          </w:p>
        </w:tc>
      </w:tr>
      <w:tr w:rsidR="008A34A4" w:rsidRPr="00BC141D" w:rsidTr="00F36A9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4A4" w:rsidRPr="00BC141D" w:rsidRDefault="008A34A4" w:rsidP="00F36A90">
            <w:pPr>
              <w:spacing w:before="6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14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4A4" w:rsidRPr="00BC141D" w:rsidRDefault="008A34A4" w:rsidP="005B6712">
            <w:pPr>
              <w:spacing w:before="90" w:after="60" w:line="265" w:lineRule="exac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141D">
              <w:rPr>
                <w:rFonts w:ascii="Times New Roman" w:hAnsi="Times New Roman"/>
                <w:b/>
                <w:bCs/>
                <w:sz w:val="24"/>
                <w:szCs w:val="24"/>
              </w:rPr>
              <w:t>Uprawnienia do prowadzenia określonej działalności gospodarczej lub zawodowej, o ile wynika to z odrębnych przepisów</w:t>
            </w:r>
          </w:p>
          <w:p w:rsidR="008A34A4" w:rsidRPr="00BC141D" w:rsidRDefault="008A34A4" w:rsidP="005B6712">
            <w:pPr>
              <w:spacing w:before="90" w:after="60" w:line="265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141D">
              <w:rPr>
                <w:rFonts w:ascii="Times New Roman" w:hAnsi="Times New Roman"/>
                <w:sz w:val="24"/>
                <w:szCs w:val="24"/>
              </w:rPr>
              <w:t>O udzielenie zamówienia publicznego mogą ubiegać się wykonawcy, którzy spełniają warunki, dotyczące posiadania uprawnień do prowadzenia określonej działalności gospodarczej lub zawodowej, o ile wynika to z odrębnych przepisów. Zamawiający nie wyznacza warunku w tym zakresie.</w:t>
            </w:r>
          </w:p>
        </w:tc>
      </w:tr>
    </w:tbl>
    <w:p w:rsidR="00C62F57" w:rsidRDefault="00C62F57" w:rsidP="0017030D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BE6F04" w:rsidRPr="00BC141D" w:rsidTr="00CD4DD1">
        <w:tc>
          <w:tcPr>
            <w:tcW w:w="9104" w:type="dxa"/>
            <w:shd w:val="clear" w:color="auto" w:fill="D9D9D9"/>
          </w:tcPr>
          <w:p w:rsidR="00BE6F04" w:rsidRPr="00BC141D" w:rsidRDefault="00E426EB" w:rsidP="00E35036">
            <w:pPr>
              <w:spacing w:before="90" w:after="60" w:line="265" w:lineRule="exact"/>
              <w:rPr>
                <w:rFonts w:ascii="Times New Roman" w:hAnsi="Times New Roman"/>
                <w:sz w:val="24"/>
                <w:szCs w:val="24"/>
              </w:rPr>
            </w:pPr>
            <w:r w:rsidRPr="00BC141D">
              <w:rPr>
                <w:rFonts w:ascii="Times New Roman" w:hAnsi="Times New Roman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:rsidR="00E35036" w:rsidRDefault="00E426EB" w:rsidP="00E35036">
      <w:pPr>
        <w:spacing w:before="90" w:after="60" w:line="265" w:lineRule="exact"/>
        <w:jc w:val="both"/>
        <w:rPr>
          <w:rFonts w:ascii="Times New Roman" w:hAnsi="Times New Roman"/>
          <w:sz w:val="24"/>
          <w:szCs w:val="24"/>
        </w:rPr>
      </w:pPr>
      <w:r w:rsidRPr="00BC141D">
        <w:rPr>
          <w:rFonts w:ascii="Times New Roman" w:hAnsi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BC141D">
        <w:rPr>
          <w:rFonts w:ascii="Times New Roman" w:hAnsi="Times New Roman"/>
          <w:sz w:val="24"/>
          <w:szCs w:val="24"/>
        </w:rPr>
        <w:t>.</w:t>
      </w:r>
    </w:p>
    <w:p w:rsidR="00E35036" w:rsidRPr="00BC141D" w:rsidRDefault="00E35036" w:rsidP="00E35036">
      <w:pPr>
        <w:spacing w:before="90" w:after="60" w:line="265" w:lineRule="exact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426EB" w:rsidRPr="00BC141D" w:rsidTr="00847232">
        <w:tc>
          <w:tcPr>
            <w:tcW w:w="9104" w:type="dxa"/>
            <w:shd w:val="clear" w:color="auto" w:fill="D9D9D9"/>
          </w:tcPr>
          <w:p w:rsidR="00E426EB" w:rsidRPr="00BC141D" w:rsidRDefault="00E426EB" w:rsidP="00E35036">
            <w:pPr>
              <w:spacing w:before="90" w:after="60" w:line="265" w:lineRule="exact"/>
              <w:rPr>
                <w:rFonts w:ascii="Times New Roman" w:hAnsi="Times New Roman"/>
                <w:sz w:val="24"/>
                <w:szCs w:val="24"/>
              </w:rPr>
            </w:pPr>
            <w:r w:rsidRPr="00BC141D">
              <w:rPr>
                <w:rFonts w:ascii="Times New Roman" w:hAnsi="Times New Roman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:rsidR="00E426EB" w:rsidRPr="00BC141D" w:rsidRDefault="00E426EB" w:rsidP="00E35036">
      <w:pPr>
        <w:spacing w:before="90" w:after="60" w:line="265" w:lineRule="exact"/>
        <w:jc w:val="both"/>
        <w:rPr>
          <w:rFonts w:ascii="Times New Roman" w:hAnsi="Times New Roman"/>
          <w:sz w:val="24"/>
          <w:szCs w:val="24"/>
        </w:rPr>
      </w:pPr>
    </w:p>
    <w:p w:rsidR="00E426EB" w:rsidRPr="00BC141D" w:rsidRDefault="00E426EB" w:rsidP="00E35036">
      <w:pPr>
        <w:spacing w:before="90" w:after="60" w:line="265" w:lineRule="exact"/>
        <w:jc w:val="both"/>
        <w:rPr>
          <w:rFonts w:ascii="Times New Roman" w:hAnsi="Times New Roman"/>
          <w:sz w:val="24"/>
          <w:szCs w:val="24"/>
        </w:rPr>
      </w:pPr>
      <w:r w:rsidRPr="00BC141D">
        <w:rPr>
          <w:rFonts w:ascii="Times New Roman" w:hAnsi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E426EB" w:rsidRPr="00BC141D" w:rsidRDefault="00E426EB" w:rsidP="00E35036">
      <w:pPr>
        <w:numPr>
          <w:ilvl w:val="0"/>
          <w:numId w:val="14"/>
        </w:numPr>
        <w:spacing w:before="90" w:after="60" w:line="265" w:lineRule="exac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C141D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</w:p>
    <w:p w:rsidR="00E426EB" w:rsidRPr="00BC141D" w:rsidRDefault="00E426EB" w:rsidP="00E35036">
      <w:pPr>
        <w:spacing w:before="90" w:after="60" w:line="265" w:lineRule="exact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BC141D">
        <w:rPr>
          <w:rFonts w:ascii="Times New Roman" w:hAnsi="Times New Roman"/>
          <w:i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:rsidR="00E426EB" w:rsidRPr="00BC141D" w:rsidRDefault="00E426EB" w:rsidP="00E35036">
      <w:pPr>
        <w:numPr>
          <w:ilvl w:val="0"/>
          <w:numId w:val="14"/>
        </w:numPr>
        <w:spacing w:before="90" w:after="60" w:line="265" w:lineRule="exact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C141D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</w:p>
    <w:p w:rsidR="00E426EB" w:rsidRPr="00BC141D" w:rsidRDefault="00E426EB" w:rsidP="00E35036">
      <w:pPr>
        <w:spacing w:before="90" w:after="60" w:line="265" w:lineRule="exact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BC141D">
        <w:rPr>
          <w:rFonts w:ascii="Times New Roman" w:hAnsi="Times New Roman"/>
          <w:i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:rsidR="00FE4E2B" w:rsidRPr="00BC141D" w:rsidRDefault="00FE4E2B" w:rsidP="00D21E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2157F" w:rsidRPr="00BC141D" w:rsidRDefault="0012157F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24951" w:rsidRPr="00BC141D" w:rsidRDefault="00FE4E2B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C141D">
        <w:rPr>
          <w:rFonts w:ascii="Times New Roman" w:hAnsi="Times New Roman"/>
          <w:sz w:val="24"/>
          <w:szCs w:val="24"/>
        </w:rPr>
        <w:tab/>
      </w:r>
      <w:r w:rsidRPr="00BC141D">
        <w:rPr>
          <w:rFonts w:ascii="Times New Roman" w:hAnsi="Times New Roman"/>
          <w:sz w:val="24"/>
          <w:szCs w:val="24"/>
        </w:rPr>
        <w:tab/>
      </w:r>
      <w:r w:rsidRPr="00BC141D">
        <w:rPr>
          <w:rFonts w:ascii="Times New Roman" w:hAnsi="Times New Roman"/>
          <w:sz w:val="24"/>
          <w:szCs w:val="24"/>
        </w:rPr>
        <w:tab/>
      </w:r>
      <w:r w:rsidRPr="00BC141D">
        <w:rPr>
          <w:rFonts w:ascii="Times New Roman" w:hAnsi="Times New Roman"/>
          <w:sz w:val="24"/>
          <w:szCs w:val="24"/>
        </w:rPr>
        <w:tab/>
      </w:r>
      <w:r w:rsidRPr="00BC141D">
        <w:rPr>
          <w:rFonts w:ascii="Times New Roman" w:hAnsi="Times New Roman"/>
          <w:sz w:val="24"/>
          <w:szCs w:val="24"/>
        </w:rPr>
        <w:tab/>
      </w:r>
      <w:r w:rsidRPr="00BC141D">
        <w:rPr>
          <w:rFonts w:ascii="Times New Roman" w:hAnsi="Times New Roman"/>
          <w:sz w:val="24"/>
          <w:szCs w:val="24"/>
        </w:rPr>
        <w:tab/>
      </w:r>
      <w:r w:rsidRPr="00BC141D">
        <w:rPr>
          <w:rFonts w:ascii="Times New Roman" w:hAnsi="Times New Roman"/>
          <w:sz w:val="24"/>
          <w:szCs w:val="24"/>
        </w:rPr>
        <w:tab/>
      </w:r>
    </w:p>
    <w:p w:rsidR="00524951" w:rsidRPr="00BC141D" w:rsidRDefault="00524951" w:rsidP="00524951">
      <w:pPr>
        <w:spacing w:after="0" w:line="360" w:lineRule="auto"/>
        <w:ind w:left="3686"/>
        <w:jc w:val="both"/>
        <w:rPr>
          <w:rFonts w:ascii="Times New Roman" w:hAnsi="Times New Roman"/>
          <w:sz w:val="24"/>
          <w:szCs w:val="24"/>
        </w:rPr>
      </w:pPr>
    </w:p>
    <w:p w:rsidR="00FE4E2B" w:rsidRPr="00BC141D" w:rsidRDefault="00FE4E2B" w:rsidP="00D21E06">
      <w:pPr>
        <w:spacing w:after="0" w:line="360" w:lineRule="auto"/>
        <w:ind w:left="3119"/>
        <w:jc w:val="both"/>
        <w:rPr>
          <w:rFonts w:ascii="Times New Roman" w:hAnsi="Times New Roman"/>
          <w:sz w:val="24"/>
          <w:szCs w:val="24"/>
        </w:rPr>
      </w:pPr>
      <w:r w:rsidRPr="00BC141D">
        <w:rPr>
          <w:rFonts w:ascii="Times New Roman" w:hAnsi="Times New Roman"/>
          <w:sz w:val="24"/>
          <w:szCs w:val="24"/>
        </w:rPr>
        <w:t>…</w:t>
      </w:r>
      <w:r w:rsidR="00D21E06" w:rsidRPr="00BC141D">
        <w:rPr>
          <w:rFonts w:ascii="Times New Roman" w:hAnsi="Times New Roman"/>
          <w:sz w:val="24"/>
          <w:szCs w:val="24"/>
        </w:rPr>
        <w:t>……..</w:t>
      </w:r>
      <w:r w:rsidRPr="00BC141D">
        <w:rPr>
          <w:rFonts w:ascii="Times New Roman" w:hAnsi="Times New Roman"/>
          <w:sz w:val="24"/>
          <w:szCs w:val="24"/>
        </w:rPr>
        <w:t>……………………………………</w:t>
      </w:r>
      <w:r w:rsidR="00D21E06" w:rsidRPr="00BC141D">
        <w:rPr>
          <w:rFonts w:ascii="Times New Roman" w:hAnsi="Times New Roman"/>
          <w:sz w:val="24"/>
          <w:szCs w:val="24"/>
        </w:rPr>
        <w:t>………………</w:t>
      </w:r>
    </w:p>
    <w:p w:rsidR="00484F88" w:rsidRPr="00BC141D" w:rsidRDefault="00D21E06" w:rsidP="00D21E06">
      <w:pPr>
        <w:spacing w:after="0" w:line="360" w:lineRule="auto"/>
        <w:ind w:left="3119"/>
        <w:jc w:val="both"/>
        <w:rPr>
          <w:rFonts w:ascii="Times New Roman" w:hAnsi="Times New Roman"/>
          <w:sz w:val="24"/>
          <w:szCs w:val="24"/>
        </w:rPr>
      </w:pPr>
      <w:r w:rsidRPr="00BC141D">
        <w:rPr>
          <w:rFonts w:ascii="Times New Roman" w:hAnsi="Times New Roman"/>
          <w:i/>
          <w:sz w:val="24"/>
          <w:szCs w:val="24"/>
        </w:rPr>
        <w:t xml:space="preserve">Data: </w:t>
      </w:r>
      <w:r w:rsidR="00524951" w:rsidRPr="00BC141D">
        <w:rPr>
          <w:rFonts w:ascii="Times New Roman" w:hAnsi="Times New Roman"/>
          <w:i/>
          <w:sz w:val="24"/>
          <w:szCs w:val="24"/>
        </w:rPr>
        <w:t>kwalifikowany podpis elektroniczny lub podpis zaufany lub podpis osobisty</w:t>
      </w:r>
    </w:p>
    <w:sectPr w:rsidR="00484F88" w:rsidRPr="00BC141D" w:rsidSect="00BC141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993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0B41" w:rsidRDefault="00190B41" w:rsidP="0038231F">
      <w:pPr>
        <w:spacing w:after="0" w:line="240" w:lineRule="auto"/>
      </w:pPr>
      <w:r>
        <w:separator/>
      </w:r>
    </w:p>
  </w:endnote>
  <w:endnote w:type="continuationSeparator" w:id="0">
    <w:p w:rsidR="00190B41" w:rsidRDefault="00190B4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34EC" w:rsidRDefault="00F8042D" w:rsidP="009834EC">
    <w:pPr>
      <w:pStyle w:val="Stopka"/>
      <w:spacing w:line="360" w:lineRule="auto"/>
      <w:jc w:val="center"/>
      <w:rPr>
        <w:rFonts w:ascii="Verdana" w:hAnsi="Verdana"/>
        <w:sz w:val="18"/>
        <w:szCs w:val="18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 w:rsidR="009834EC" w:rsidRPr="009834EC">
      <w:rPr>
        <w:rFonts w:ascii="Verdana" w:hAnsi="Verdana"/>
        <w:sz w:val="18"/>
        <w:szCs w:val="18"/>
      </w:rPr>
      <w:t xml:space="preserve"> </w:t>
    </w:r>
  </w:p>
  <w:p w:rsidR="00F8042D" w:rsidRDefault="009834EC" w:rsidP="009834EC">
    <w:pPr>
      <w:pStyle w:val="Stopka"/>
      <w:jc w:val="center"/>
    </w:pPr>
    <w:r w:rsidRPr="00482E03">
      <w:rPr>
        <w:rFonts w:ascii="Verdana" w:hAnsi="Verdana"/>
        <w:sz w:val="18"/>
        <w:szCs w:val="18"/>
      </w:rPr>
      <w:t>Projekt realizowany w ramach Programu Fundusze Europejskie dla Rozwoju Społecznego 2021-2027 (FERS) współfinansowanego ze środków Europejskiego Funduszu Społecznego+</w:t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0B41" w:rsidRDefault="00190B41" w:rsidP="0038231F">
      <w:pPr>
        <w:spacing w:after="0" w:line="240" w:lineRule="auto"/>
      </w:pPr>
      <w:r>
        <w:separator/>
      </w:r>
    </w:p>
  </w:footnote>
  <w:footnote w:type="continuationSeparator" w:id="0">
    <w:p w:rsidR="00190B41" w:rsidRDefault="00190B4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34A4" w:rsidRDefault="009834EC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75pt;height:62.25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13"/>
  </w:num>
  <w:num w:numId="5">
    <w:abstractNumId w:val="12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8"/>
  </w:num>
  <w:num w:numId="13">
    <w:abstractNumId w:val="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oNotTrackMoves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1948"/>
    <w:rsid w:val="00004F3F"/>
    <w:rsid w:val="000221FF"/>
    <w:rsid w:val="00023477"/>
    <w:rsid w:val="000247FF"/>
    <w:rsid w:val="00025C8D"/>
    <w:rsid w:val="000303EE"/>
    <w:rsid w:val="0005473D"/>
    <w:rsid w:val="000642B4"/>
    <w:rsid w:val="00064C0B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1306C"/>
    <w:rsid w:val="0012157F"/>
    <w:rsid w:val="00160A7A"/>
    <w:rsid w:val="0017030D"/>
    <w:rsid w:val="00185C6E"/>
    <w:rsid w:val="001902D2"/>
    <w:rsid w:val="00190B41"/>
    <w:rsid w:val="001C6945"/>
    <w:rsid w:val="001F027E"/>
    <w:rsid w:val="002035D6"/>
    <w:rsid w:val="00203A40"/>
    <w:rsid w:val="002168A8"/>
    <w:rsid w:val="00232DF0"/>
    <w:rsid w:val="002342F1"/>
    <w:rsid w:val="002426FF"/>
    <w:rsid w:val="00252642"/>
    <w:rsid w:val="00255142"/>
    <w:rsid w:val="00256CEC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4F6521"/>
    <w:rsid w:val="005103B9"/>
    <w:rsid w:val="00512A1E"/>
    <w:rsid w:val="00520174"/>
    <w:rsid w:val="00524951"/>
    <w:rsid w:val="00534752"/>
    <w:rsid w:val="005434B3"/>
    <w:rsid w:val="005552A6"/>
    <w:rsid w:val="005641F0"/>
    <w:rsid w:val="005B11F3"/>
    <w:rsid w:val="005B6712"/>
    <w:rsid w:val="005C39CA"/>
    <w:rsid w:val="005E176A"/>
    <w:rsid w:val="005E24AA"/>
    <w:rsid w:val="005E579C"/>
    <w:rsid w:val="00612283"/>
    <w:rsid w:val="00634311"/>
    <w:rsid w:val="00641874"/>
    <w:rsid w:val="00650D6C"/>
    <w:rsid w:val="006676AE"/>
    <w:rsid w:val="006A3A1F"/>
    <w:rsid w:val="006A52B6"/>
    <w:rsid w:val="006B53D6"/>
    <w:rsid w:val="006C4CCD"/>
    <w:rsid w:val="006F0034"/>
    <w:rsid w:val="006F0A1C"/>
    <w:rsid w:val="006F0A84"/>
    <w:rsid w:val="006F3D32"/>
    <w:rsid w:val="00710937"/>
    <w:rsid w:val="007118F0"/>
    <w:rsid w:val="00721D87"/>
    <w:rsid w:val="0072560B"/>
    <w:rsid w:val="00735EF7"/>
    <w:rsid w:val="00746532"/>
    <w:rsid w:val="00751725"/>
    <w:rsid w:val="00756C8F"/>
    <w:rsid w:val="00757EFB"/>
    <w:rsid w:val="00766D1F"/>
    <w:rsid w:val="007840F2"/>
    <w:rsid w:val="007936D6"/>
    <w:rsid w:val="00794B1B"/>
    <w:rsid w:val="007961C8"/>
    <w:rsid w:val="007A2BCB"/>
    <w:rsid w:val="007B01C8"/>
    <w:rsid w:val="007C3B14"/>
    <w:rsid w:val="007D5B61"/>
    <w:rsid w:val="007E29A1"/>
    <w:rsid w:val="007E2F69"/>
    <w:rsid w:val="00804F07"/>
    <w:rsid w:val="00825A09"/>
    <w:rsid w:val="00830AB1"/>
    <w:rsid w:val="00833FCD"/>
    <w:rsid w:val="00842991"/>
    <w:rsid w:val="00847232"/>
    <w:rsid w:val="0086134A"/>
    <w:rsid w:val="008757E1"/>
    <w:rsid w:val="00892E48"/>
    <w:rsid w:val="008A34A4"/>
    <w:rsid w:val="008C041B"/>
    <w:rsid w:val="008C5709"/>
    <w:rsid w:val="008C6DF8"/>
    <w:rsid w:val="008D0487"/>
    <w:rsid w:val="008D33C8"/>
    <w:rsid w:val="008F3B4E"/>
    <w:rsid w:val="008F5F77"/>
    <w:rsid w:val="0091264E"/>
    <w:rsid w:val="009169D4"/>
    <w:rsid w:val="00922A11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834EC"/>
    <w:rsid w:val="00992BD8"/>
    <w:rsid w:val="00997D0F"/>
    <w:rsid w:val="009C36A2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C5247"/>
    <w:rsid w:val="00AE6FF2"/>
    <w:rsid w:val="00B0088C"/>
    <w:rsid w:val="00B15219"/>
    <w:rsid w:val="00B15FD3"/>
    <w:rsid w:val="00B34079"/>
    <w:rsid w:val="00B36ABD"/>
    <w:rsid w:val="00B8005E"/>
    <w:rsid w:val="00B90E42"/>
    <w:rsid w:val="00BB0C3C"/>
    <w:rsid w:val="00BC141D"/>
    <w:rsid w:val="00BD1948"/>
    <w:rsid w:val="00BE6F04"/>
    <w:rsid w:val="00C014B5"/>
    <w:rsid w:val="00C06F6D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D21E06"/>
    <w:rsid w:val="00D23F3D"/>
    <w:rsid w:val="00D2702A"/>
    <w:rsid w:val="00D34D9A"/>
    <w:rsid w:val="00D409DE"/>
    <w:rsid w:val="00D42C9B"/>
    <w:rsid w:val="00D4321F"/>
    <w:rsid w:val="00D531D5"/>
    <w:rsid w:val="00D7532C"/>
    <w:rsid w:val="00D762C5"/>
    <w:rsid w:val="00DA6EC7"/>
    <w:rsid w:val="00DD146A"/>
    <w:rsid w:val="00DD3E9D"/>
    <w:rsid w:val="00E022A1"/>
    <w:rsid w:val="00E21B42"/>
    <w:rsid w:val="00E21BB4"/>
    <w:rsid w:val="00E24546"/>
    <w:rsid w:val="00E309E9"/>
    <w:rsid w:val="00E31C06"/>
    <w:rsid w:val="00E33351"/>
    <w:rsid w:val="00E35036"/>
    <w:rsid w:val="00E426EB"/>
    <w:rsid w:val="00E50194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18EC"/>
    <w:rsid w:val="00F365F2"/>
    <w:rsid w:val="00F43919"/>
    <w:rsid w:val="00F45087"/>
    <w:rsid w:val="00F66810"/>
    <w:rsid w:val="00F8042D"/>
    <w:rsid w:val="00F8636A"/>
    <w:rsid w:val="00F90CD1"/>
    <w:rsid w:val="00FB403C"/>
    <w:rsid w:val="00FC0317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096DAF08"/>
  <w15:docId w15:val="{2D8AEB61-139F-4C5D-9E1D-7E76520ED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5B671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1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NIES~1.AR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13D07-02B0-4407-B3E7-5B88924A7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19</TotalTime>
  <Pages>3</Pages>
  <Words>770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Arnold</dc:creator>
  <cp:keywords/>
  <cp:lastModifiedBy>Teresa Bajor</cp:lastModifiedBy>
  <cp:revision>7</cp:revision>
  <cp:lastPrinted>2016-07-26T10:32:00Z</cp:lastPrinted>
  <dcterms:created xsi:type="dcterms:W3CDTF">2025-11-24T11:54:00Z</dcterms:created>
  <dcterms:modified xsi:type="dcterms:W3CDTF">2025-12-02T08:40:00Z</dcterms:modified>
</cp:coreProperties>
</file>